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4020185</wp:posOffset>
                </wp:positionH>
                <wp:positionV relativeFrom="paragraph">
                  <wp:posOffset>3291840</wp:posOffset>
                </wp:positionV>
                <wp:extent cx="1696085" cy="883920"/>
                <wp:effectExtent l="0" t="0" r="0" b="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6085" cy="883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64"/>
                                <w:szCs w:val="64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55pt;margin-top:259.2pt;height:69.6pt;width:133.55pt;z-index:251671552;mso-width-relative:page;mso-height-relative:page;" filled="f" stroked="f" coordsize="21600,21600" o:gfxdata="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dx8qJNkAAAALAQAADwAAAAAA&#10;AAABACAAAAAiAAAAZHJzL2Rvd25yZXYueG1sUEsBAhQAFAAAAAgAh07iQBAuXS6gAQAAEQ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64"/>
                          <w:szCs w:val="64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3961765</wp:posOffset>
                </wp:positionV>
                <wp:extent cx="2393315" cy="396240"/>
                <wp:effectExtent l="0" t="0" r="0" b="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315" cy="39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80" w:lineRule="exact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求职意向：产品经理岗位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7pt;margin-top:311.95pt;height:31.2pt;width:188.45pt;z-index:251672576;mso-width-relative:page;mso-height-relative:page;" filled="f" stroked="f" coordsize="21600,21600" o:gfxdata="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8IvsvZAAAACwEAAA8AAAAA&#10;AAAAAQAgAAAAIgAAAGRycy9kb3ducmV2LnhtbFBLAQIUABQAAAAIAIdO4kDb5eXJoQEAABM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80" w:lineRule="exact"/>
                        <w:jc w:val="righ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8"/>
                          <w:szCs w:val="28"/>
                        </w:rPr>
                        <w:t>求职意向：产品经理岗位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1296670</wp:posOffset>
                </wp:positionH>
                <wp:positionV relativeFrom="paragraph">
                  <wp:posOffset>0</wp:posOffset>
                </wp:positionV>
                <wp:extent cx="4519930" cy="883920"/>
                <wp:effectExtent l="0" t="0" r="0" b="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9930" cy="883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Impact" w:hAnsi="Impact" w:eastAsiaTheme="minorEastAsia" w:cstheme="minorBidi"/>
                                <w:color w:val="333F50"/>
                                <w:kern w:val="24"/>
                                <w:sz w:val="88"/>
                                <w:szCs w:val="88"/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1pt;margin-top:0pt;height:69.6pt;width:355.9pt;z-index:251669504;mso-width-relative:page;mso-height-relative:page;" filled="f" stroked="f" coordsize="21600,21600" o:gfxdata="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EcizqvVAAAACAEAAA8AAAAAAAAAAQAg&#10;AAAAIgAAAGRycy9kb3ducmV2LnhtbFBLAQIUABQAAAAIAIdO4kCo4A9cnwEAABEDAAAOAAAAAAAA&#10;AAEAIAAAACQBAABkcnMvZTJvRG9jLnhtbFBLBQYAAAAABgAGAFkBAAA1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="Impact" w:hAnsi="Impact" w:eastAsiaTheme="minorEastAsia" w:cstheme="minorBidi"/>
                          <w:color w:val="333F50"/>
                          <w:kern w:val="24"/>
                          <w:sz w:val="88"/>
                          <w:szCs w:val="88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891540</wp:posOffset>
                </wp:positionV>
                <wp:extent cx="4167505" cy="1097280"/>
                <wp:effectExtent l="0" t="0" r="0" b="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7505" cy="1097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1584" w:lineRule="exact"/>
                              <w:jc w:val="right"/>
                            </w:pPr>
                            <w:r>
                              <w:rPr>
                                <w:rFonts w:hint="eastAsia" w:ascii="方正粗谭黑简体" w:eastAsia="方正粗谭黑简体" w:cstheme="minorBidi"/>
                                <w:color w:val="333F50"/>
                                <w:kern w:val="24"/>
                                <w:sz w:val="144"/>
                                <w:szCs w:val="144"/>
                              </w:rPr>
                              <w:t>求职简历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85pt;margin-top:70.2pt;height:86.4pt;width:328.15pt;z-index:251670528;mso-width-relative:page;mso-height-relative:page;" filled="f" stroked="f" coordsize="21600,21600" o:gfxdata="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BWbwpXYAAAACwEAAA8AAAAA&#10;AAAAAQAgAAAAIgAAAGRycy9kb3ducmV2LnhtbFBLAQIUABQAAAAIAIdO4kDlHy+nogEAABI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1584" w:lineRule="exact"/>
                        <w:jc w:val="right"/>
                      </w:pPr>
                      <w:r>
                        <w:rPr>
                          <w:rFonts w:hint="eastAsia" w:ascii="方正粗谭黑简体" w:eastAsia="方正粗谭黑简体" w:cstheme="minorBidi"/>
                          <w:color w:val="333F50"/>
                          <w:kern w:val="24"/>
                          <w:sz w:val="144"/>
                          <w:szCs w:val="144"/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575296" behindDoc="1" locked="0" layoutInCell="1" allowOverlap="1">
                <wp:simplePos x="0" y="0"/>
                <wp:positionH relativeFrom="column">
                  <wp:posOffset>-1238885</wp:posOffset>
                </wp:positionH>
                <wp:positionV relativeFrom="paragraph">
                  <wp:posOffset>-941705</wp:posOffset>
                </wp:positionV>
                <wp:extent cx="7791450" cy="107823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5565" y="106045"/>
                          <a:ext cx="7791450" cy="10782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7.55pt;margin-top:-74.15pt;height:849pt;width:613.5pt;z-index:-251741184;v-text-anchor:middle;mso-width-relative:page;mso-height-relative:page;" fillcolor="#FFFFFF [3212]" filled="t" stroked="f" coordsize="21600,21600" o:gfxdata="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bi&#10;tiXdAAAADwEAAA8AAAAAAAAAAQAgAAAAIgAAAGRycy9kb3ducmV2LnhtbFBLAQIUABQAAAAIAIdO&#10;4kDGfd2VVwIAAIgEAAAOAAAAAAAAAAEAIAAAACwBAABkcnMvZTJvRG9jLnhtbFBLBQYAAAAABgAG&#10;AFkBAAD1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2563495</wp:posOffset>
                </wp:positionH>
                <wp:positionV relativeFrom="paragraph">
                  <wp:posOffset>967740</wp:posOffset>
                </wp:positionV>
                <wp:extent cx="146050" cy="7559675"/>
                <wp:effectExtent l="7620" t="0" r="0" b="0"/>
                <wp:wrapNone/>
                <wp:docPr id="84" name="同侧圆角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5769" cy="755967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01.85pt;margin-top:76.2pt;height:595.25pt;width:11.5pt;rotation:-5898240f;z-index:251656192;v-text-anchor:middle;mso-width-relative:page;mso-height-relative:page;" fillcolor="#333F50" filled="t" stroked="f" coordsize="145769,7559675" o:gfxdata="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0WWcF2wAA&#10;AAwBAAAPAAAAAAAAAAEAIAAAACIAAABkcnMvZG93bnJldi54bWxQSwECFAAUAAAACACHTuJAs2Tr&#10;khsCAAD2AwAADgAAAAAAAAABACAAAAAqAQAAZHJzL2Uyb0RvYy54bWxQSwUGAAAAAAYABgBZAQAA&#10;twUAAAAA&#10;" path="m0,0l145769,0,145769,0,145769,7559675,145769,7559675,0,7559675,0,7559675,0,0,0,0xe">
                <v:path o:connectlocs="145769,3779837;72884,7559675;0,3779837;72884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2563495</wp:posOffset>
                </wp:positionH>
                <wp:positionV relativeFrom="paragraph">
                  <wp:posOffset>-901700</wp:posOffset>
                </wp:positionV>
                <wp:extent cx="146050" cy="7559675"/>
                <wp:effectExtent l="7620" t="0" r="0" b="0"/>
                <wp:wrapNone/>
                <wp:docPr id="85" name="同侧圆角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5769" cy="755967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01.85pt;margin-top:-71pt;height:595.25pt;width:11.5pt;rotation:-5898240f;z-index:251657216;v-text-anchor:middle;mso-width-relative:page;mso-height-relative:page;" fillcolor="#333F50" filled="t" stroked="f" coordsize="145769,7559675" o:gfxdata="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8wZb82wAA&#10;AA0BAAAPAAAAAAAAAAEAIAAAACIAAABkcnMvZG93bnJldi54bWxQSwECFAAUAAAACACHTuJADFKo&#10;cxsCAAD2AwAADgAAAAAAAAABACAAAAAqAQAAZHJzL2Uyb0RvYy54bWxQSwUGAAAAAAYABgBZAQAA&#10;twUAAAAA&#10;" path="m0,0l145769,0,145769,0,145769,7559675,145769,7559675,0,7559675,0,7559675,0,0,0,0xe">
                <v:path o:connectlocs="145769,3779837;72884,7559675;0,3779837;72884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34925</wp:posOffset>
                </wp:positionV>
                <wp:extent cx="1373505" cy="7559675"/>
                <wp:effectExtent l="0" t="7303" r="0" b="0"/>
                <wp:wrapNone/>
                <wp:docPr id="86" name="同侧圆角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73432" cy="755967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53.55pt;margin-top:2.75pt;height:595.25pt;width:108.15pt;rotation:-5898240f;z-index:251658240;v-text-anchor:middle;mso-width-relative:page;mso-height-relative:page;" fillcolor="#333F50" filled="t" stroked="f" coordsize="1373432,7559675" o:gfxdata="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524fPaAAAA&#10;CgEAAA8AAAAAAAAAAQAgAAAAIgAAAGRycy9kb3ducmV2LnhtbFBLAQIUABQAAAAIAIdO4kDkZlfk&#10;GwIAAPcDAAAOAAAAAAAAAAEAIAAAACkBAABkcnMvZTJvRG9jLnhtbFBLBQYAAAAABgAGAFkBAAC2&#10;BQAAAAA=&#10;" path="m0,0l1373432,0,1373432,0,1373432,7559675,1373432,7559675,0,7559675,0,7559675,0,0,0,0xe">
                <v:path o:connectlocs="1373432,3779837;686716,7559675;0,3779837;686716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3235960</wp:posOffset>
                </wp:positionH>
                <wp:positionV relativeFrom="paragraph">
                  <wp:posOffset>6063615</wp:posOffset>
                </wp:positionV>
                <wp:extent cx="1035050" cy="2292350"/>
                <wp:effectExtent l="0" t="0" r="0" b="0"/>
                <wp:wrapNone/>
                <wp:docPr id="8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945" cy="2292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生日：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现居：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手机：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邮箱：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54.8pt;margin-top:477.45pt;height:180.5pt;width:81.5pt;z-index:251659264;mso-width-relative:page;mso-height-relative:page;" filled="f" stroked="f" coordsize="21600,21600" o:gfxdata="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LGjJDcAAAADAEA&#10;AA8AAAAAAAAAAQAgAAAAIgAAAGRycy9kb3ducmV2LnhtbFBLAQIUABQAAAAIAIdO4kDHOAHyFgIA&#10;APgD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8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生日：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现居：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手机：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邮箱：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4047490</wp:posOffset>
                </wp:positionH>
                <wp:positionV relativeFrom="paragraph">
                  <wp:posOffset>6063615</wp:posOffset>
                </wp:positionV>
                <wp:extent cx="1734820" cy="2292350"/>
                <wp:effectExtent l="0" t="0" r="0" b="0"/>
                <wp:wrapNone/>
                <wp:docPr id="8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851" cy="2292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  <w:jc w:val="both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Ansi="Calibri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1995.06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  <w:jc w:val="both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北京海淀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  <w:jc w:val="both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Ansi="Calibri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152 00</w:t>
                            </w:r>
                            <w:r>
                              <w:rPr>
                                <w:rFonts w:hint="eastAsia" w:hAnsi="Calibri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  <w:lang w:val="en-US" w:eastAsia="zh-CN"/>
                              </w:rPr>
                              <w:t>00</w:t>
                            </w:r>
                            <w:r>
                              <w:rPr>
                                <w:rFonts w:hAnsi="Calibri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 xml:space="preserve"> 000</w:t>
                            </w:r>
                            <w:r>
                              <w:rPr>
                                <w:rFonts w:hint="eastAsia" w:hAnsi="Calibri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  <w:lang w:val="en-US" w:eastAsia="zh-CN"/>
                              </w:rPr>
                              <w:t>0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  <w:jc w:val="both"/>
                            </w:pPr>
                            <w:r>
                              <w:rPr>
                                <w:rFonts w:hint="eastAsia" w:hAnsi="Calibri" w:cs="Times New Roman" w:asciiTheme="minorHAnsi" w:eastAsiaTheme="minorEastAsia"/>
                                <w:color w:val="333F50"/>
                                <w:kern w:val="2"/>
                                <w:sz w:val="32"/>
                                <w:szCs w:val="32"/>
                                <w:lang w:val="en-US" w:eastAsia="zh-CN"/>
                              </w:rPr>
                              <w:t>123456</w:t>
                            </w:r>
                            <w:r>
                              <w:rPr>
                                <w:rFonts w:hAnsi="Calibri" w:cs="Times New Roman" w:asciiTheme="minorHAnsi" w:eastAsiaTheme="minorEastAsia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@qq.com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8.7pt;margin-top:477.45pt;height:180.5pt;width:136.6pt;z-index:251660288;mso-width-relative:page;mso-height-relative:page;" filled="f" stroked="f" coordsize="21600,21600" o:gfxdata="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ATj+HdAAAADAEA&#10;AA8AAAAAAAAAAQAgAAAAIgAAAGRycy9kb3ducmV2LnhtbFBLAQIUABQAAAAIAIdO4kAIFUh/FQIA&#10;APgD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800" w:lineRule="exact"/>
                        <w:jc w:val="both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Ansi="Calibri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1995.06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  <w:jc w:val="both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北京海淀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  <w:jc w:val="both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Ansi="Calibri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152 00</w:t>
                      </w:r>
                      <w:r>
                        <w:rPr>
                          <w:rFonts w:hint="eastAsia" w:hAnsi="Calibri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  <w:lang w:val="en-US" w:eastAsia="zh-CN"/>
                        </w:rPr>
                        <w:t>00</w:t>
                      </w:r>
                      <w:r>
                        <w:rPr>
                          <w:rFonts w:hAnsi="Calibri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 xml:space="preserve"> 000</w:t>
                      </w:r>
                      <w:r>
                        <w:rPr>
                          <w:rFonts w:hint="eastAsia" w:hAnsi="Calibri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  <w:lang w:val="en-US" w:eastAsia="zh-CN"/>
                        </w:rPr>
                        <w:t>0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  <w:jc w:val="both"/>
                      </w:pPr>
                      <w:r>
                        <w:rPr>
                          <w:rFonts w:hint="eastAsia" w:hAnsi="Calibri" w:cs="Times New Roman" w:asciiTheme="minorHAnsi" w:eastAsiaTheme="minorEastAsia"/>
                          <w:color w:val="333F50"/>
                          <w:kern w:val="2"/>
                          <w:sz w:val="32"/>
                          <w:szCs w:val="32"/>
                          <w:lang w:val="en-US" w:eastAsia="zh-CN"/>
                        </w:rPr>
                        <w:t>123456</w:t>
                      </w:r>
                      <w:r>
                        <w:rPr>
                          <w:rFonts w:hAnsi="Calibri" w:cs="Times New Roman" w:asciiTheme="minorHAnsi" w:eastAsiaTheme="minorEastAsia"/>
                          <w:color w:val="333F50"/>
                          <w:kern w:val="2"/>
                          <w:sz w:val="32"/>
                          <w:szCs w:val="32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6806565</wp:posOffset>
                </wp:positionV>
                <wp:extent cx="144145" cy="246380"/>
                <wp:effectExtent l="38100" t="0" r="27940" b="1905"/>
                <wp:wrapNone/>
                <wp:docPr id="89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2" cy="2462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293927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24.8pt;margin-top:535.95pt;height:19.4pt;width:11.35pt;z-index:251661312;v-text-anchor:middle;mso-width-relative:page;mso-height-relative:page;" fillcolor="#333F50" filled="t" stroked="f" coordsize="559792,955625" o:gfxdata="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DtWBzNwAAAANAQAADwAAAAAAAAABACAAAAAiAAAAZHJzL2Rvd25yZXYueG1sUEsB&#10;AhQAFAAAAAgAh07iQCzrDl5HAwAAdwgAAA4AAAAAAAAAAQAgAAAAKwEAAGRycy9lMm9Eb2MueG1s&#10;UEsFBgAAAAAGAAYAWQEAAOQ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8.1646388888888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7308850</wp:posOffset>
                </wp:positionV>
                <wp:extent cx="225425" cy="225425"/>
                <wp:effectExtent l="0" t="0" r="3810" b="3810"/>
                <wp:wrapNone/>
                <wp:docPr id="9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5336" cy="225336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21.85pt;margin-top:575.5pt;height:17.75pt;width:17.75pt;z-index:251662336;v-text-anchor:middle;mso-width-relative:page;mso-height-relative:page;" fillcolor="#333F50" filled="t" stroked="f" coordsize="5581,5581" o:gfxdata="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604130040;@0,@0;@0,@0;@0,@0;@0,@0;160413004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7788275</wp:posOffset>
                </wp:positionV>
                <wp:extent cx="226060" cy="233680"/>
                <wp:effectExtent l="0" t="0" r="3175" b="0"/>
                <wp:wrapNone/>
                <wp:docPr id="9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5750" cy="233532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21.85pt;margin-top:613.25pt;height:18.4pt;width:17.8pt;z-index:251663360;v-text-anchor:middle;mso-width-relative:page;mso-height-relative:page;" fillcolor="#333F50" filled="t" stroked="f" coordsize="90,93" o:gfxdata="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2804795</wp:posOffset>
                </wp:positionH>
                <wp:positionV relativeFrom="paragraph">
                  <wp:posOffset>6643370</wp:posOffset>
                </wp:positionV>
                <wp:extent cx="2851785" cy="0"/>
                <wp:effectExtent l="0" t="0" r="24765" b="19050"/>
                <wp:wrapNone/>
                <wp:docPr id="92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87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33F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85pt;margin-top:523.1pt;height:0pt;width:224.55pt;z-index:251664384;mso-width-relative:page;mso-height-relative:page;" filled="f" stroked="t" coordsize="21600,21600" o:gfxdata="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hsYGtgAAAANAQAADwAAAAAAAAABACAA&#10;AAAiAAAAZHJzL2Rvd25yZXYueG1sUEsBAhQAFAAAAAgAh07iQBJet+nUAQAAcwMAAA4AAAAAAAAA&#10;AQAgAAAAJwEAAGRycy9lMm9Eb2MueG1sUEsFBgAAAAAGAAYAWQEAAG0FAAAAAA==&#10;">
                <v:fill on="f" focussize="0,0"/>
                <v:stroke color="#333F5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2804795</wp:posOffset>
                </wp:positionH>
                <wp:positionV relativeFrom="paragraph">
                  <wp:posOffset>7159625</wp:posOffset>
                </wp:positionV>
                <wp:extent cx="2851785" cy="0"/>
                <wp:effectExtent l="0" t="0" r="24765" b="19050"/>
                <wp:wrapNone/>
                <wp:docPr id="93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87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33F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85pt;margin-top:563.75pt;height:0pt;width:224.55pt;z-index:251665408;mso-width-relative:page;mso-height-relative:page;" filled="f" stroked="t" coordsize="21600,21600" o:gfxdata="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c3rMdgAAAANAQAADwAAAAAAAAABACAA&#10;AAAiAAAAZHJzL2Rvd25yZXYueG1sUEsBAhQAFAAAAAgAh07iQOtlhePUAQAAcwMAAA4AAAAAAAAA&#10;AQAgAAAAJwEAAGRycy9lMm9Eb2MueG1sUEsFBgAAAAAGAAYAWQEAAG0FAAAAAA==&#10;">
                <v:fill on="f" focussize="0,0"/>
                <v:stroke color="#333F5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2804795</wp:posOffset>
                </wp:positionH>
                <wp:positionV relativeFrom="paragraph">
                  <wp:posOffset>7675880</wp:posOffset>
                </wp:positionV>
                <wp:extent cx="2851785" cy="0"/>
                <wp:effectExtent l="0" t="0" r="24765" b="1905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87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33F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85pt;margin-top:604.4pt;height:0pt;width:224.55pt;z-index:251666432;mso-width-relative:page;mso-height-relative:page;" filled="f" stroked="t" coordsize="21600,21600" o:gfxdata="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mNHovWAAAADQEAAA8AAAAAAAAAAQAgAAAA&#10;IgAAAGRycy9kb3ducmV2LnhtbFBLAQIUABQAAAAIAIdO4kAExhvV1AEAAHMDAAAOAAAAAAAAAAEA&#10;IAAAACUBAABkcnMvZTJvRG9jLnhtbFBLBQYAAAAABgAGAFkBAABrBQAAAAA=&#10;">
                <v:fill on="f" focussize="0,0"/>
                <v:stroke color="#333F5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2804795</wp:posOffset>
                </wp:positionH>
                <wp:positionV relativeFrom="paragraph">
                  <wp:posOffset>8192770</wp:posOffset>
                </wp:positionV>
                <wp:extent cx="2851785" cy="0"/>
                <wp:effectExtent l="0" t="0" r="24765" b="1905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87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33F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85pt;margin-top:645.1pt;height:0pt;width:224.55pt;z-index:251667456;mso-width-relative:page;mso-height-relative:page;" filled="f" stroked="t" coordsize="21600,21600" o:gfxdata="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HiRVq2AAAAA0BAAAPAAAAAAAAAAEAIAAA&#10;ACIAAABkcnMvZG93bnJldi54bWxQSwECFAAUAAAACACHTuJA/f0p39MBAABzAwAADgAAAAAAAAAB&#10;ACAAAAAnAQAAZHJzL2Uyb0RvYy54bWxQSwUGAAAAAAYABgBZAQAAbAUAAAAA&#10;">
                <v:fill on="f" focussize="0,0"/>
                <v:stroke color="#333F5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6279515</wp:posOffset>
                </wp:positionV>
                <wp:extent cx="212725" cy="269240"/>
                <wp:effectExtent l="0" t="0" r="0" b="0"/>
                <wp:wrapNone/>
                <wp:docPr id="9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600" cy="269114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21.85pt;margin-top:494.45pt;height:21.2pt;width:16.75pt;z-index:251668480;v-text-anchor:middle;mso-width-relative:page;mso-height-relative:page;" fillcolor="#333F50" filled="t" stroked="f" coordsize="1679575,2125662" o:gfxdata="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64363,118188;81687,127153;80751,132409;79670,138710;81759,145407;116912,212662;112158,144002;113490,137162;112050,131545;116084,126576;132724,117395;147959,118224;159160,129277;168813,141662;176881,155416;183148,170789;187614,187819;190099,206649;182248,220583;157287,231276;131103,238153;104090,241105;75492,239809;47218,233940;20169,223679;0,212230;1944,192248;5978,174282;11957,158152;19737,143786;29210,131077;40231,119808;54134,108934;105295,648;117358,3929;128269,9696;137596,17590;144978,27251;150200,38425;152901,50789;152576,65064;148399,79338;140873,91810;130466,101867;115846,109797;105979,112393;95320,113113;83400,111563;72453,107634;62622,101651;53727,93252;46453,82438;41844,70074;40151,56556;41592,43760;45769,32081;52251,21663;60749,12904;70976,6199;82608,1766;95212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3413125</wp:posOffset>
                </wp:positionV>
                <wp:extent cx="87630" cy="150495"/>
                <wp:effectExtent l="38100" t="0" r="45720" b="1905"/>
                <wp:wrapNone/>
                <wp:docPr id="3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" cy="150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293927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77.8pt;margin-top:268.75pt;height:11.85pt;width:6.9pt;z-index:251576320;v-text-anchor:middle;mso-width-relative:page;mso-height-relative:page;" fillcolor="#FFFFFF" filled="t" stroked="f" coordsize="559792,955625" o:gfxdata="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DTns+E1gAAAAsBAAAPAAAAAAAAAAEAIAAAACIAAABkcnMvZG93bnJldi54bWxQSwECFAAU&#10;AAAACACHTuJAH05djUkDAACGCAAADgAAAAAAAAABACAAAAAlAQAAZHJzL2Uyb0RvYy54bWxQSwUG&#10;AAAAAAYABgBZAQAA4A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8.1646388888888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3807460</wp:posOffset>
                </wp:positionV>
                <wp:extent cx="137795" cy="137795"/>
                <wp:effectExtent l="0" t="0" r="0" b="0"/>
                <wp:wrapNone/>
                <wp:docPr id="3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7795" cy="137795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76pt;margin-top:299.8pt;height:10.85pt;width:10.85pt;z-index:251577344;v-text-anchor:middle;mso-width-relative:page;mso-height-relative:page;" fillcolor="#FFFFFF" filled="t" stroked="f" coordsize="5581,5581" o:gfxdata="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980940013;@0,@0;@0,@0;@0,@0;@0,@0;980940013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4186555</wp:posOffset>
                </wp:positionV>
                <wp:extent cx="137795" cy="142875"/>
                <wp:effectExtent l="0" t="0" r="0" b="9525"/>
                <wp:wrapNone/>
                <wp:docPr id="3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7795" cy="142875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76pt;margin-top:329.65pt;height:11.25pt;width:10.85pt;z-index:251578368;v-text-anchor:middle;mso-width-relative:page;mso-height-relative:page;" fillcolor="#FFFFFF" filled="t" stroked="f" coordsize="90,93" o:gfxdata="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方正粗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4B73EA"/>
    <w:rsid w:val="0018101A"/>
    <w:rsid w:val="002C2436"/>
    <w:rsid w:val="0038365E"/>
    <w:rsid w:val="0039350F"/>
    <w:rsid w:val="003C3140"/>
    <w:rsid w:val="006D204E"/>
    <w:rsid w:val="00A95995"/>
    <w:rsid w:val="00E64177"/>
    <w:rsid w:val="02856445"/>
    <w:rsid w:val="097E31FA"/>
    <w:rsid w:val="0A093F6D"/>
    <w:rsid w:val="12FD4863"/>
    <w:rsid w:val="151C0D76"/>
    <w:rsid w:val="154E47C8"/>
    <w:rsid w:val="17AE285B"/>
    <w:rsid w:val="187C7D0D"/>
    <w:rsid w:val="25A800A7"/>
    <w:rsid w:val="2680132F"/>
    <w:rsid w:val="272E073E"/>
    <w:rsid w:val="29D24145"/>
    <w:rsid w:val="2D5F56EE"/>
    <w:rsid w:val="364B73EA"/>
    <w:rsid w:val="40D62E78"/>
    <w:rsid w:val="416631DF"/>
    <w:rsid w:val="473220AD"/>
    <w:rsid w:val="51673176"/>
    <w:rsid w:val="644D4B30"/>
    <w:rsid w:val="68CC09EA"/>
    <w:rsid w:val="6B93716B"/>
    <w:rsid w:val="6E9F08B4"/>
    <w:rsid w:val="70605BB3"/>
    <w:rsid w:val="7970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\AppData\Roaming\kingsoft\office6\templates\download\&#40664;&#35748;\&#31616;&#21382;&#23553;&#38754;+&#31616;&#21382;+&#31616;&#21382;&#23553;&#24213;-2016&#26368;&#26032;&#23553;&#38754;&#31616;&#21382;&#23553;&#3875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简历封面+简历+简历封底-2016最新封面简历封面简历.docx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2017-09-08T09:14:00Z</dcterms:created>
  <dc:creator>S</dc:creator>
  <cp:lastModifiedBy>WPS_1528193819</cp:lastModifiedBy>
  <dcterms:modified xsi:type="dcterms:W3CDTF">2018-07-26T06:13:25Z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